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248" w:rsidRDefault="008F1248" w:rsidP="00CC4062">
      <w:pPr>
        <w:spacing w:after="12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220B5C" w:rsidRPr="00CF68DD" w:rsidRDefault="00E41212" w:rsidP="00CC4062">
      <w:pPr>
        <w:spacing w:after="120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A85F23">
        <w:rPr>
          <w:rFonts w:ascii="Arial" w:hAnsi="Arial" w:cs="Arial"/>
          <w:b/>
          <w:sz w:val="24"/>
          <w:szCs w:val="24"/>
        </w:rPr>
        <w:t>CP-3.</w:t>
      </w:r>
      <w:r w:rsidR="00B37989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A85F23">
        <w:rPr>
          <w:rFonts w:ascii="Arial" w:hAnsi="Arial" w:cs="Arial"/>
          <w:b/>
          <w:sz w:val="24"/>
          <w:szCs w:val="24"/>
        </w:rPr>
        <w:t xml:space="preserve"> </w:t>
      </w:r>
      <w:r w:rsidR="00220B5C" w:rsidRPr="00A85F23">
        <w:rPr>
          <w:rFonts w:ascii="Arial" w:hAnsi="Arial" w:cs="Arial"/>
          <w:b/>
          <w:sz w:val="24"/>
          <w:szCs w:val="24"/>
        </w:rPr>
        <w:t>Modelo</w:t>
      </w:r>
      <w:r w:rsidR="00220B5C" w:rsidRPr="00CF68DD">
        <w:rPr>
          <w:rFonts w:ascii="Arial" w:hAnsi="Arial" w:cs="Arial"/>
          <w:b/>
          <w:sz w:val="24"/>
          <w:szCs w:val="24"/>
        </w:rPr>
        <w:t xml:space="preserve"> de Planificación didáctica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</w:tblGrid>
      <w:tr w:rsidR="00220B5C" w:rsidRPr="00895FF1" w:rsidTr="00220B5C">
        <w:trPr>
          <w:trHeight w:hRule="exact" w:val="284"/>
          <w:jc w:val="right"/>
        </w:trPr>
        <w:tc>
          <w:tcPr>
            <w:tcW w:w="2376" w:type="dxa"/>
            <w:shd w:val="clear" w:color="auto" w:fill="F2F2F2"/>
            <w:vAlign w:val="center"/>
          </w:tcPr>
          <w:p w:rsidR="00220B5C" w:rsidRPr="00895FF1" w:rsidRDefault="00220B5C" w:rsidP="00E41212">
            <w:pPr>
              <w:spacing w:after="120"/>
              <w:rPr>
                <w:rFonts w:ascii="Arial" w:hAnsi="Arial" w:cs="Arial"/>
                <w:b/>
              </w:rPr>
            </w:pPr>
            <w:r w:rsidRPr="00895FF1">
              <w:rPr>
                <w:rFonts w:ascii="Arial" w:hAnsi="Arial" w:cs="Arial"/>
                <w:b/>
              </w:rPr>
              <w:t>Modalidad presencial</w:t>
            </w:r>
          </w:p>
        </w:tc>
      </w:tr>
    </w:tbl>
    <w:p w:rsidR="00220B5C" w:rsidRDefault="00220B5C" w:rsidP="00220B5C">
      <w:pPr>
        <w:ind w:left="426"/>
        <w:rPr>
          <w:rFonts w:ascii="Arial" w:hAnsi="Arial" w:cs="Arial"/>
          <w:b/>
        </w:rPr>
      </w:pPr>
    </w:p>
    <w:p w:rsidR="00220B5C" w:rsidRPr="002A7DB6" w:rsidRDefault="00220B5C" w:rsidP="00220B5C">
      <w:pPr>
        <w:ind w:left="426"/>
        <w:rPr>
          <w:rFonts w:ascii="Arial" w:hAnsi="Arial" w:cs="Arial"/>
          <w:b/>
        </w:rPr>
      </w:pPr>
      <w:r w:rsidRPr="002A7DB6">
        <w:rPr>
          <w:rFonts w:ascii="Arial" w:hAnsi="Arial" w:cs="Arial"/>
          <w:b/>
        </w:rPr>
        <w:t xml:space="preserve">CERTIFICADO DE </w:t>
      </w:r>
      <w:r w:rsidRPr="002C19C2">
        <w:rPr>
          <w:rFonts w:ascii="Arial" w:hAnsi="Arial" w:cs="Arial"/>
          <w:b/>
        </w:rPr>
        <w:t>PROFESIONALIDAD</w:t>
      </w:r>
      <w:r>
        <w:rPr>
          <w:rFonts w:ascii="Arial" w:hAnsi="Arial" w:cs="Arial"/>
          <w:b/>
        </w:rPr>
        <w:t>: _</w:t>
      </w:r>
      <w:r w:rsidRPr="002C19C2">
        <w:rPr>
          <w:rFonts w:ascii="Arial" w:hAnsi="Arial" w:cs="Arial"/>
        </w:rPr>
        <w:t>____________________</w:t>
      </w:r>
      <w:r w:rsidRPr="002A7DB6">
        <w:rPr>
          <w:rFonts w:ascii="Arial" w:hAnsi="Arial" w:cs="Arial"/>
          <w:i/>
        </w:rPr>
        <w:t xml:space="preserve"> (Código y denominación)</w:t>
      </w:r>
      <w:r w:rsidRPr="002C19C2">
        <w:rPr>
          <w:rFonts w:ascii="Arial" w:hAnsi="Arial" w:cs="Arial"/>
        </w:rPr>
        <w:t xml:space="preserve"> ___________________</w:t>
      </w:r>
      <w:r>
        <w:rPr>
          <w:rFonts w:ascii="Arial" w:hAnsi="Arial" w:cs="Arial"/>
        </w:rPr>
        <w:t>_______________</w:t>
      </w:r>
    </w:p>
    <w:p w:rsidR="00220B5C" w:rsidRPr="002A7DB6" w:rsidRDefault="00E41212" w:rsidP="00220B5C">
      <w:pPr>
        <w:ind w:firstLine="426"/>
        <w:rPr>
          <w:rFonts w:ascii="Arial" w:hAnsi="Arial" w:cs="Arial"/>
        </w:rPr>
      </w:pPr>
      <w:r w:rsidRPr="00A85F23">
        <w:rPr>
          <w:rFonts w:ascii="Arial" w:hAnsi="Arial" w:cs="Arial"/>
          <w:b/>
        </w:rPr>
        <w:t xml:space="preserve">Nº DE CURSO: </w:t>
      </w:r>
      <w:r w:rsidRPr="00A85F23">
        <w:rPr>
          <w:rFonts w:ascii="Arial" w:hAnsi="Arial" w:cs="Arial"/>
        </w:rPr>
        <w:t xml:space="preserve">__________     </w:t>
      </w:r>
      <w:r w:rsidR="00220B5C" w:rsidRPr="00A85F23">
        <w:rPr>
          <w:rFonts w:ascii="Arial" w:hAnsi="Arial" w:cs="Arial"/>
          <w:b/>
        </w:rPr>
        <w:t>DURACIÓN DEL C</w:t>
      </w:r>
      <w:r w:rsidRPr="00A85F23">
        <w:rPr>
          <w:rFonts w:ascii="Arial" w:hAnsi="Arial" w:cs="Arial"/>
          <w:b/>
        </w:rPr>
        <w:t>URSO</w:t>
      </w:r>
      <w:r w:rsidR="00220B5C" w:rsidRPr="00A85F23">
        <w:rPr>
          <w:rFonts w:ascii="Arial" w:hAnsi="Arial" w:cs="Arial"/>
          <w:b/>
        </w:rPr>
        <w:t>:___</w:t>
      </w:r>
      <w:r w:rsidR="00220B5C" w:rsidRPr="00A85F23">
        <w:rPr>
          <w:rFonts w:ascii="Arial" w:hAnsi="Arial" w:cs="Arial"/>
          <w:i/>
        </w:rPr>
        <w:t>(horas)</w:t>
      </w:r>
      <w:r w:rsidR="00220B5C" w:rsidRPr="00A85F23">
        <w:rPr>
          <w:rFonts w:ascii="Arial" w:hAnsi="Arial" w:cs="Arial"/>
        </w:rPr>
        <w:t>___</w:t>
      </w:r>
      <w:r w:rsidR="00220B5C" w:rsidRPr="00A85F23">
        <w:rPr>
          <w:rFonts w:ascii="Arial" w:hAnsi="Arial" w:cs="Arial"/>
          <w:i/>
        </w:rPr>
        <w:t>_</w:t>
      </w:r>
      <w:r w:rsidR="00320C76" w:rsidRPr="00A85F23">
        <w:rPr>
          <w:rFonts w:ascii="Arial" w:hAnsi="Arial" w:cs="Arial"/>
          <w:i/>
        </w:rPr>
        <w:tab/>
      </w:r>
      <w:r w:rsidR="00220B5C" w:rsidRPr="00A85F23">
        <w:rPr>
          <w:rFonts w:ascii="Arial" w:hAnsi="Arial" w:cs="Arial"/>
          <w:b/>
        </w:rPr>
        <w:tab/>
        <w:t xml:space="preserve">FECHAS DE IMPARTICIÓN: </w:t>
      </w:r>
      <w:r w:rsidR="00220B5C" w:rsidRPr="00A85F23">
        <w:rPr>
          <w:rFonts w:ascii="Arial" w:hAnsi="Arial" w:cs="Arial"/>
        </w:rPr>
        <w:t xml:space="preserve"> 00/00/00 - 00/00/00</w:t>
      </w:r>
      <w:r w:rsidR="00220B5C" w:rsidRPr="002A7DB6">
        <w:rPr>
          <w:rFonts w:ascii="Arial" w:hAnsi="Arial" w:cs="Arial"/>
        </w:rPr>
        <w:t xml:space="preserve"> </w:t>
      </w:r>
    </w:p>
    <w:p w:rsidR="00220B5C" w:rsidRPr="002A7DB6" w:rsidRDefault="00220B5C" w:rsidP="00220B5C">
      <w:pPr>
        <w:ind w:left="426"/>
        <w:rPr>
          <w:rFonts w:ascii="Arial" w:hAnsi="Arial" w:cs="Arial"/>
        </w:rPr>
      </w:pPr>
      <w:r w:rsidRPr="00982A1E">
        <w:rPr>
          <w:rFonts w:ascii="Arial" w:hAnsi="Arial" w:cs="Arial"/>
          <w:b/>
        </w:rPr>
        <w:t>CENTRO DE FORMACIÓN</w:t>
      </w:r>
      <w:r w:rsidRPr="00855B61">
        <w:rPr>
          <w:rFonts w:ascii="Arial" w:hAnsi="Arial" w:cs="Arial"/>
          <w:b/>
        </w:rPr>
        <w:t>:</w:t>
      </w:r>
      <w:r w:rsidRPr="002A7DB6">
        <w:rPr>
          <w:rFonts w:ascii="Arial" w:hAnsi="Arial" w:cs="Arial"/>
          <w:b/>
        </w:rPr>
        <w:t xml:space="preserve"> </w:t>
      </w:r>
      <w:r w:rsidRPr="00570438">
        <w:rPr>
          <w:rFonts w:ascii="Arial" w:hAnsi="Arial" w:cs="Arial"/>
        </w:rPr>
        <w:t>____</w:t>
      </w:r>
      <w:r>
        <w:t>__</w:t>
      </w:r>
      <w:r w:rsidRPr="00570438">
        <w:rPr>
          <w:rFonts w:ascii="Arial" w:hAnsi="Arial" w:cs="Arial"/>
        </w:rPr>
        <w:t>____</w:t>
      </w:r>
      <w:r>
        <w:rPr>
          <w:rFonts w:ascii="Arial" w:hAnsi="Arial" w:cs="Arial"/>
        </w:rPr>
        <w:t>______________________________________________________________</w:t>
      </w:r>
      <w:r w:rsidR="00320C76">
        <w:rPr>
          <w:rFonts w:ascii="Arial" w:hAnsi="Arial" w:cs="Arial"/>
        </w:rPr>
        <w:t>__</w:t>
      </w:r>
      <w:r>
        <w:rPr>
          <w:rFonts w:ascii="Arial" w:hAnsi="Arial" w:cs="Arial"/>
        </w:rPr>
        <w:t>_____________</w:t>
      </w:r>
    </w:p>
    <w:p w:rsidR="00220B5C" w:rsidRPr="002A7DB6" w:rsidRDefault="00220B5C" w:rsidP="00220B5C">
      <w:pPr>
        <w:ind w:left="426"/>
        <w:rPr>
          <w:rFonts w:ascii="Arial" w:hAnsi="Arial" w:cs="Arial"/>
          <w:b/>
        </w:rPr>
      </w:pPr>
      <w:r w:rsidRPr="002A7DB6">
        <w:rPr>
          <w:rFonts w:ascii="Arial" w:hAnsi="Arial" w:cs="Arial"/>
          <w:b/>
        </w:rPr>
        <w:t>DIRECCIÓN:</w:t>
      </w:r>
      <w:r w:rsidRPr="00570438">
        <w:rPr>
          <w:rFonts w:ascii="Arial" w:hAnsi="Arial" w:cs="Arial"/>
        </w:rPr>
        <w:t xml:space="preserve"> ____</w:t>
      </w:r>
      <w:r>
        <w:t>__</w:t>
      </w:r>
      <w:r w:rsidRPr="00570438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_________________________________</w:t>
      </w:r>
      <w:r w:rsidRPr="002A7DB6">
        <w:rPr>
          <w:rFonts w:ascii="Arial" w:hAnsi="Arial" w:cs="Arial"/>
          <w:b/>
        </w:rPr>
        <w:t>LOCALIDAD:</w:t>
      </w:r>
      <w:r w:rsidRPr="00570438">
        <w:rPr>
          <w:rFonts w:ascii="Arial" w:hAnsi="Arial" w:cs="Arial"/>
        </w:rPr>
        <w:t>____</w:t>
      </w:r>
      <w:r>
        <w:t>__</w:t>
      </w:r>
      <w:r w:rsidRPr="00570438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__________ </w:t>
      </w:r>
      <w:r w:rsidRPr="002A7DB6">
        <w:rPr>
          <w:rFonts w:ascii="Arial" w:hAnsi="Arial" w:cs="Arial"/>
          <w:b/>
        </w:rPr>
        <w:t>PROVINCIA:</w:t>
      </w:r>
      <w:r w:rsidRPr="002C19C2">
        <w:rPr>
          <w:rFonts w:ascii="Arial" w:hAnsi="Arial" w:cs="Arial"/>
        </w:rPr>
        <w:t>_</w:t>
      </w:r>
      <w:r w:rsidR="00320C76">
        <w:rPr>
          <w:rFonts w:ascii="Arial" w:hAnsi="Arial" w:cs="Arial"/>
        </w:rPr>
        <w:t>_</w:t>
      </w:r>
      <w:r w:rsidRPr="002C19C2">
        <w:rPr>
          <w:rFonts w:ascii="Arial" w:hAnsi="Arial" w:cs="Arial"/>
        </w:rPr>
        <w:t>_____________</w:t>
      </w:r>
    </w:p>
    <w:p w:rsidR="00220B5C" w:rsidRPr="002A7DB6" w:rsidRDefault="00220B5C" w:rsidP="00220B5C">
      <w:pPr>
        <w:spacing w:after="120"/>
        <w:ind w:left="426"/>
        <w:rPr>
          <w:rFonts w:ascii="Arial" w:hAnsi="Arial" w:cs="Arial"/>
          <w:b/>
        </w:rPr>
      </w:pPr>
    </w:p>
    <w:tbl>
      <w:tblPr>
        <w:tblW w:w="12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25"/>
        <w:gridCol w:w="1134"/>
        <w:gridCol w:w="2977"/>
        <w:gridCol w:w="1418"/>
        <w:gridCol w:w="2976"/>
      </w:tblGrid>
      <w:tr w:rsidR="00220B5C" w:rsidRPr="00895FF1" w:rsidTr="003700BD">
        <w:trPr>
          <w:trHeight w:val="434"/>
          <w:jc w:val="center"/>
        </w:trPr>
        <w:tc>
          <w:tcPr>
            <w:tcW w:w="129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20B5C" w:rsidRPr="00895FF1" w:rsidRDefault="00220B5C" w:rsidP="00220B5C">
            <w:pPr>
              <w:jc w:val="center"/>
              <w:rPr>
                <w:rFonts w:ascii="Arial" w:hAnsi="Arial" w:cs="Arial"/>
                <w:b/>
                <w:bCs/>
              </w:rPr>
            </w:pPr>
            <w:r w:rsidRPr="00895FF1">
              <w:rPr>
                <w:rFonts w:ascii="Arial" w:hAnsi="Arial" w:cs="Arial"/>
                <w:b/>
                <w:bCs/>
              </w:rPr>
              <w:t>PLANIFICACIÓN DIDÁCTICA DEL CURSO COMPLETO</w:t>
            </w:r>
          </w:p>
        </w:tc>
      </w:tr>
      <w:tr w:rsidR="00220B5C" w:rsidRPr="003700BD" w:rsidTr="003700BD">
        <w:trPr>
          <w:trHeight w:val="612"/>
          <w:jc w:val="center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700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MÓDULOS DEL CERTIFICADO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700BD">
              <w:rPr>
                <w:rFonts w:ascii="Arial" w:hAnsi="Arial" w:cs="Arial"/>
                <w:b/>
                <w:sz w:val="18"/>
                <w:szCs w:val="18"/>
              </w:rPr>
              <w:t>HORAS DEL MÓDULO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00BD">
              <w:rPr>
                <w:rFonts w:ascii="Arial" w:hAnsi="Arial" w:cs="Arial"/>
                <w:b/>
                <w:sz w:val="18"/>
                <w:szCs w:val="18"/>
              </w:rPr>
              <w:t>UNIDADES FORMATIVAS</w:t>
            </w:r>
            <w:r w:rsidRPr="005147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00BD">
              <w:rPr>
                <w:rFonts w:ascii="Arial" w:hAnsi="Arial" w:cs="Arial"/>
                <w:b/>
                <w:sz w:val="18"/>
                <w:szCs w:val="18"/>
              </w:rPr>
              <w:t>(UF)</w:t>
            </w:r>
            <w:r w:rsidR="001F611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D7EAF" w:rsidRPr="001F611A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1</w:t>
            </w:r>
            <w:r w:rsidR="000D7EAF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00BD">
              <w:rPr>
                <w:rFonts w:ascii="Arial" w:hAnsi="Arial" w:cs="Arial"/>
                <w:b/>
                <w:sz w:val="18"/>
                <w:szCs w:val="18"/>
              </w:rPr>
              <w:t xml:space="preserve">HORAS </w:t>
            </w:r>
          </w:p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00BD">
              <w:rPr>
                <w:rFonts w:ascii="Arial" w:hAnsi="Arial" w:cs="Arial"/>
                <w:b/>
                <w:sz w:val="18"/>
                <w:szCs w:val="18"/>
              </w:rPr>
              <w:t>UF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00BD">
              <w:rPr>
                <w:rFonts w:ascii="Arial" w:hAnsi="Arial" w:cs="Arial"/>
                <w:b/>
                <w:sz w:val="18"/>
                <w:szCs w:val="18"/>
              </w:rPr>
              <w:t>FECHAS DE IMPARTICIÓN</w:t>
            </w:r>
          </w:p>
        </w:tc>
      </w:tr>
      <w:tr w:rsidR="00220B5C" w:rsidRPr="003700BD" w:rsidTr="00220B5C">
        <w:trPr>
          <w:trHeight w:val="423"/>
          <w:jc w:val="center"/>
        </w:trPr>
        <w:tc>
          <w:tcPr>
            <w:tcW w:w="4425" w:type="dxa"/>
            <w:vMerge w:val="restart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3700BD">
              <w:rPr>
                <w:rFonts w:ascii="Arial" w:hAnsi="Arial" w:cs="Arial"/>
                <w:bCs/>
                <w:i/>
              </w:rPr>
              <w:t>(Código y denominación del módulo</w:t>
            </w:r>
          </w:p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3700BD">
              <w:rPr>
                <w:rFonts w:ascii="Arial" w:hAnsi="Arial" w:cs="Arial"/>
                <w:bCs/>
                <w:i/>
              </w:rPr>
              <w:t>con unidades formativas)</w:t>
            </w:r>
          </w:p>
        </w:tc>
        <w:tc>
          <w:tcPr>
            <w:tcW w:w="1134" w:type="dxa"/>
            <w:vMerge w:val="restart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  <w:i/>
              </w:rPr>
            </w:pPr>
            <w:r w:rsidRPr="003700BD">
              <w:rPr>
                <w:rFonts w:ascii="Arial" w:hAnsi="Arial" w:cs="Arial"/>
                <w:bCs/>
                <w:i/>
              </w:rPr>
              <w:t>(Código y denominación</w:t>
            </w:r>
          </w:p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  <w:i/>
              </w:rPr>
            </w:pPr>
            <w:r w:rsidRPr="003700BD">
              <w:rPr>
                <w:rFonts w:ascii="Arial" w:hAnsi="Arial" w:cs="Arial"/>
                <w:bCs/>
                <w:i/>
              </w:rPr>
              <w:t>de la unidad formativa)</w:t>
            </w:r>
          </w:p>
        </w:tc>
        <w:tc>
          <w:tcPr>
            <w:tcW w:w="1418" w:type="dxa"/>
            <w:vAlign w:val="center"/>
          </w:tcPr>
          <w:p w:rsidR="00220B5C" w:rsidRPr="003700BD" w:rsidRDefault="00220B5C" w:rsidP="00220B5C">
            <w:pPr>
              <w:ind w:left="2622"/>
              <w:jc w:val="center"/>
              <w:rPr>
                <w:rFonts w:ascii="Arial" w:hAnsi="Arial" w:cs="Arial"/>
                <w:b/>
                <w:bCs/>
                <w:i/>
              </w:rPr>
            </w:pPr>
          </w:p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</w:rPr>
            </w:pPr>
            <w:r w:rsidRPr="003700BD">
              <w:rPr>
                <w:rFonts w:ascii="Arial" w:hAnsi="Arial" w:cs="Arial"/>
                <w:sz w:val="18"/>
                <w:szCs w:val="18"/>
              </w:rPr>
              <w:t xml:space="preserve"> 00/00/00 -  00/00/00</w:t>
            </w:r>
          </w:p>
        </w:tc>
      </w:tr>
      <w:tr w:rsidR="00220B5C" w:rsidRPr="003700BD" w:rsidTr="003700BD">
        <w:trPr>
          <w:trHeight w:val="476"/>
          <w:jc w:val="center"/>
        </w:trPr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  <w:i/>
              </w:rPr>
            </w:pPr>
            <w:r w:rsidRPr="003700BD">
              <w:rPr>
                <w:rFonts w:ascii="Arial" w:hAnsi="Arial" w:cs="Arial"/>
                <w:bCs/>
                <w:i/>
              </w:rPr>
              <w:t>(Código y denominación</w:t>
            </w:r>
          </w:p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  <w:i/>
              </w:rPr>
            </w:pPr>
            <w:r w:rsidRPr="003700BD">
              <w:rPr>
                <w:rFonts w:ascii="Arial" w:hAnsi="Arial" w:cs="Arial"/>
                <w:bCs/>
                <w:i/>
              </w:rPr>
              <w:t>de la unidad formativa)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0B5C" w:rsidRPr="003700BD" w:rsidRDefault="00220B5C" w:rsidP="00220B5C">
            <w:pPr>
              <w:ind w:left="2457"/>
              <w:jc w:val="center"/>
              <w:rPr>
                <w:rFonts w:ascii="Arial" w:hAnsi="Arial" w:cs="Arial"/>
                <w:b/>
                <w:bCs/>
                <w:i/>
              </w:rPr>
            </w:pPr>
          </w:p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</w:rPr>
            </w:pPr>
            <w:r w:rsidRPr="003700BD">
              <w:rPr>
                <w:rFonts w:ascii="Arial" w:hAnsi="Arial" w:cs="Arial"/>
                <w:sz w:val="18"/>
                <w:szCs w:val="18"/>
              </w:rPr>
              <w:t xml:space="preserve"> 00/00/00 -  00/00/00</w:t>
            </w:r>
          </w:p>
        </w:tc>
      </w:tr>
      <w:tr w:rsidR="00220B5C" w:rsidRPr="003700BD" w:rsidTr="00220B5C">
        <w:trPr>
          <w:trHeight w:val="635"/>
          <w:jc w:val="center"/>
        </w:trPr>
        <w:tc>
          <w:tcPr>
            <w:tcW w:w="4425" w:type="dxa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3700BD">
              <w:rPr>
                <w:rFonts w:ascii="Arial" w:hAnsi="Arial" w:cs="Arial"/>
                <w:bCs/>
                <w:i/>
              </w:rPr>
              <w:t>(Código y denominación del módulo</w:t>
            </w:r>
          </w:p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3700BD">
              <w:rPr>
                <w:rFonts w:ascii="Arial" w:hAnsi="Arial" w:cs="Arial"/>
                <w:bCs/>
                <w:i/>
              </w:rPr>
              <w:t>sin unidades formativas)</w:t>
            </w:r>
          </w:p>
        </w:tc>
        <w:tc>
          <w:tcPr>
            <w:tcW w:w="1134" w:type="dxa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Align w:val="center"/>
          </w:tcPr>
          <w:p w:rsidR="00220B5C" w:rsidRPr="003700BD" w:rsidRDefault="00220B5C" w:rsidP="00220B5C">
            <w:pPr>
              <w:tabs>
                <w:tab w:val="left" w:pos="6300"/>
              </w:tabs>
              <w:jc w:val="center"/>
              <w:rPr>
                <w:rFonts w:ascii="Arial" w:hAnsi="Arial" w:cs="Arial"/>
                <w:b/>
              </w:rPr>
            </w:pPr>
            <w:r w:rsidRPr="003700BD">
              <w:rPr>
                <w:rFonts w:ascii="Arial" w:hAnsi="Arial" w:cs="Arial"/>
                <w:b/>
              </w:rPr>
              <w:t>_______</w:t>
            </w:r>
          </w:p>
        </w:tc>
        <w:tc>
          <w:tcPr>
            <w:tcW w:w="1418" w:type="dxa"/>
            <w:vAlign w:val="center"/>
          </w:tcPr>
          <w:p w:rsidR="00220B5C" w:rsidRPr="003700BD" w:rsidRDefault="00220B5C" w:rsidP="00220B5C">
            <w:pPr>
              <w:tabs>
                <w:tab w:val="left" w:pos="6300"/>
              </w:tabs>
              <w:jc w:val="center"/>
              <w:rPr>
                <w:rFonts w:ascii="Arial" w:hAnsi="Arial" w:cs="Arial"/>
                <w:b/>
              </w:rPr>
            </w:pPr>
            <w:r w:rsidRPr="003700BD">
              <w:rPr>
                <w:rFonts w:ascii="Arial" w:hAnsi="Arial" w:cs="Arial"/>
                <w:b/>
              </w:rPr>
              <w:t>______</w:t>
            </w:r>
          </w:p>
        </w:tc>
        <w:tc>
          <w:tcPr>
            <w:tcW w:w="2976" w:type="dxa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</w:rPr>
            </w:pPr>
            <w:r w:rsidRPr="003700BD">
              <w:rPr>
                <w:rFonts w:ascii="Arial" w:hAnsi="Arial" w:cs="Arial"/>
                <w:sz w:val="18"/>
                <w:szCs w:val="18"/>
              </w:rPr>
              <w:t xml:space="preserve"> 00/00/00 -  00/00/00</w:t>
            </w:r>
          </w:p>
        </w:tc>
      </w:tr>
      <w:tr w:rsidR="00220B5C" w:rsidRPr="003700BD" w:rsidTr="003700BD">
        <w:trPr>
          <w:trHeight w:val="645"/>
          <w:jc w:val="center"/>
        </w:trPr>
        <w:tc>
          <w:tcPr>
            <w:tcW w:w="12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tbl>
            <w:tblPr>
              <w:tblpPr w:leftFromText="141" w:rightFromText="141" w:vertAnchor="text" w:horzAnchor="page" w:tblpX="2806" w:tblpY="-56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3"/>
              <w:gridCol w:w="957"/>
              <w:gridCol w:w="886"/>
              <w:gridCol w:w="970"/>
              <w:gridCol w:w="1014"/>
            </w:tblGrid>
            <w:tr w:rsidR="00220B5C" w:rsidRPr="003700BD" w:rsidTr="00F134D2">
              <w:tc>
                <w:tcPr>
                  <w:tcW w:w="1413" w:type="dxa"/>
                </w:tcPr>
                <w:p w:rsidR="00220B5C" w:rsidRPr="003700BD" w:rsidRDefault="00220B5C" w:rsidP="001F611A">
                  <w:r w:rsidRPr="003700BD">
                    <w:t>HORARIO</w:t>
                  </w:r>
                  <w:r w:rsidR="001F611A">
                    <w:t xml:space="preserve"> </w:t>
                  </w:r>
                  <w:r w:rsidR="000D7EAF" w:rsidRPr="001F611A">
                    <w:rPr>
                      <w:rFonts w:ascii="Arial" w:hAnsi="Arial" w:cs="Arial"/>
                      <w:b/>
                      <w:sz w:val="18"/>
                      <w:szCs w:val="18"/>
                      <w:vertAlign w:val="superscript"/>
                    </w:rPr>
                    <w:t>2</w:t>
                  </w:r>
                  <w:r w:rsidR="001F611A">
                    <w:rPr>
                      <w:b/>
                      <w:vertAlign w:val="superscript"/>
                    </w:rPr>
                    <w:t xml:space="preserve"> </w:t>
                  </w:r>
                  <w:r w:rsidR="001F611A">
                    <w:rPr>
                      <w:b/>
                    </w:rPr>
                    <w:t>:</w:t>
                  </w:r>
                </w:p>
              </w:tc>
              <w:tc>
                <w:tcPr>
                  <w:tcW w:w="957" w:type="dxa"/>
                  <w:tcBorders>
                    <w:right w:val="single" w:sz="4" w:space="0" w:color="auto"/>
                  </w:tcBorders>
                </w:tcPr>
                <w:p w:rsidR="00220B5C" w:rsidRPr="003700BD" w:rsidRDefault="00220B5C" w:rsidP="00220B5C">
                  <w:pPr>
                    <w:jc w:val="right"/>
                  </w:pPr>
                  <w:r w:rsidRPr="003700BD">
                    <w:t>M</w:t>
                  </w:r>
                  <w:r w:rsidR="00320C76" w:rsidRPr="003700BD">
                    <w:t>añana</w:t>
                  </w:r>
                  <w:r w:rsidRPr="003700BD">
                    <w:t xml:space="preserve">  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B5C" w:rsidRPr="003700BD" w:rsidRDefault="00220B5C" w:rsidP="00220B5C">
                  <w:pPr>
                    <w:rPr>
                      <w:highlight w:val="yellow"/>
                    </w:rPr>
                  </w:pPr>
                </w:p>
              </w:tc>
              <w:tc>
                <w:tcPr>
                  <w:tcW w:w="9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20B5C" w:rsidRPr="003700BD" w:rsidRDefault="00220B5C" w:rsidP="00220B5C">
                  <w:pPr>
                    <w:jc w:val="right"/>
                  </w:pPr>
                  <w:r w:rsidRPr="003700BD">
                    <w:t>T</w:t>
                  </w:r>
                  <w:r w:rsidR="00320C76" w:rsidRPr="003700BD">
                    <w:t>arde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0B5C" w:rsidRPr="003700BD" w:rsidRDefault="00220B5C" w:rsidP="00220B5C"/>
              </w:tc>
            </w:tr>
          </w:tbl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1212" w:rsidRPr="003700BD" w:rsidTr="00E41212">
        <w:trPr>
          <w:trHeight w:val="324"/>
          <w:jc w:val="center"/>
        </w:trPr>
        <w:tc>
          <w:tcPr>
            <w:tcW w:w="12930" w:type="dxa"/>
            <w:gridSpan w:val="5"/>
            <w:shd w:val="clear" w:color="auto" w:fill="D9D9D9"/>
            <w:vAlign w:val="center"/>
          </w:tcPr>
          <w:p w:rsidR="00E41212" w:rsidRPr="00E41212" w:rsidRDefault="00E41212" w:rsidP="00E41212">
            <w:pPr>
              <w:rPr>
                <w:rFonts w:ascii="Arial" w:hAnsi="Arial" w:cs="Arial"/>
                <w:sz w:val="18"/>
                <w:szCs w:val="18"/>
              </w:rPr>
            </w:pPr>
            <w:r w:rsidRPr="00A85F23">
              <w:rPr>
                <w:rFonts w:ascii="Arial" w:hAnsi="Arial" w:cs="Arial"/>
                <w:sz w:val="18"/>
                <w:szCs w:val="18"/>
              </w:rPr>
              <w:t>(Rellenar el apartado inferior solo en el caso de formación No Financiada con fondos públicos)</w:t>
            </w:r>
          </w:p>
        </w:tc>
      </w:tr>
      <w:tr w:rsidR="00220B5C" w:rsidRPr="003700BD" w:rsidTr="00220B5C">
        <w:trPr>
          <w:trHeight w:val="437"/>
          <w:jc w:val="center"/>
        </w:trPr>
        <w:tc>
          <w:tcPr>
            <w:tcW w:w="4425" w:type="dxa"/>
            <w:shd w:val="clear" w:color="auto" w:fill="D9D9D9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3700BD">
              <w:rPr>
                <w:rFonts w:ascii="Arial" w:hAnsi="Arial" w:cs="Arial"/>
                <w:b/>
                <w:bCs/>
                <w:i/>
              </w:rPr>
              <w:t>Módulo de formación práctica</w:t>
            </w:r>
          </w:p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3700BD">
              <w:rPr>
                <w:rFonts w:ascii="Arial" w:hAnsi="Arial" w:cs="Arial"/>
                <w:b/>
                <w:bCs/>
                <w:i/>
              </w:rPr>
              <w:t xml:space="preserve"> en centros de trabajo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700BD">
              <w:rPr>
                <w:rFonts w:ascii="Arial" w:hAnsi="Arial" w:cs="Arial"/>
                <w:b/>
                <w:sz w:val="18"/>
                <w:szCs w:val="18"/>
              </w:rPr>
              <w:t>HORAS DEL MÓDULO</w:t>
            </w:r>
          </w:p>
        </w:tc>
        <w:tc>
          <w:tcPr>
            <w:tcW w:w="7371" w:type="dxa"/>
            <w:gridSpan w:val="3"/>
            <w:shd w:val="clear" w:color="auto" w:fill="D9D9D9"/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00BD">
              <w:rPr>
                <w:rFonts w:ascii="Arial" w:hAnsi="Arial" w:cs="Arial"/>
                <w:b/>
                <w:sz w:val="18"/>
                <w:szCs w:val="18"/>
              </w:rPr>
              <w:t>FECHAS DE REALIZACIÓN</w:t>
            </w:r>
          </w:p>
        </w:tc>
      </w:tr>
      <w:tr w:rsidR="00220B5C" w:rsidRPr="003700BD" w:rsidTr="003700BD">
        <w:trPr>
          <w:trHeight w:val="569"/>
          <w:jc w:val="center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3700BD">
              <w:rPr>
                <w:rFonts w:ascii="Arial" w:hAnsi="Arial" w:cs="Arial"/>
                <w:bCs/>
                <w:i/>
              </w:rPr>
              <w:t>(Código y denominación del módulo de formación práctica en centros de trabajo)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C" w:rsidRPr="003700BD" w:rsidRDefault="00220B5C" w:rsidP="00220B5C">
            <w:pPr>
              <w:jc w:val="center"/>
              <w:rPr>
                <w:rFonts w:ascii="Arial" w:hAnsi="Arial" w:cs="Arial"/>
              </w:rPr>
            </w:pPr>
            <w:r w:rsidRPr="003700BD">
              <w:rPr>
                <w:rFonts w:ascii="Arial" w:hAnsi="Arial" w:cs="Arial"/>
                <w:sz w:val="18"/>
                <w:szCs w:val="18"/>
              </w:rPr>
              <w:t xml:space="preserve"> 00/00/00 -  00/00/00</w:t>
            </w:r>
          </w:p>
        </w:tc>
      </w:tr>
    </w:tbl>
    <w:p w:rsidR="00220B5C" w:rsidRDefault="00220B5C" w:rsidP="00851AF3">
      <w:pPr>
        <w:spacing w:after="120"/>
        <w:rPr>
          <w:rFonts w:ascii="Arial" w:hAnsi="Arial" w:cs="Arial"/>
          <w:b/>
          <w:sz w:val="24"/>
          <w:szCs w:val="24"/>
        </w:rPr>
      </w:pPr>
    </w:p>
    <w:p w:rsidR="001F611A" w:rsidRPr="0038539C" w:rsidRDefault="000D7EAF" w:rsidP="001F611A">
      <w:pPr>
        <w:tabs>
          <w:tab w:val="left" w:pos="983"/>
        </w:tabs>
        <w:rPr>
          <w:rFonts w:ascii="Arial" w:hAnsi="Arial" w:cs="Arial"/>
          <w:sz w:val="18"/>
          <w:szCs w:val="18"/>
        </w:rPr>
      </w:pPr>
      <w:r w:rsidRPr="001F611A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="001F611A">
        <w:rPr>
          <w:rFonts w:ascii="Arial" w:hAnsi="Arial" w:cs="Arial"/>
          <w:b/>
          <w:sz w:val="18"/>
          <w:szCs w:val="18"/>
          <w:vertAlign w:val="superscript"/>
        </w:rPr>
        <w:t xml:space="preserve"> </w:t>
      </w:r>
      <w:r w:rsidR="001F611A" w:rsidRPr="0038539C">
        <w:rPr>
          <w:rFonts w:ascii="Arial" w:hAnsi="Arial" w:cs="Arial"/>
          <w:sz w:val="18"/>
          <w:szCs w:val="18"/>
        </w:rPr>
        <w:t xml:space="preserve">Si las unidades formativas están secuenciadas deberán impartirse de forma consecutiva y nunca de forma simultánea (la secuencia aparece al final de cada módulo en el certificado). </w:t>
      </w:r>
    </w:p>
    <w:p w:rsidR="001F611A" w:rsidRPr="0038539C" w:rsidRDefault="000D7EAF" w:rsidP="001F611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8"/>
          <w:szCs w:val="18"/>
        </w:rPr>
      </w:pPr>
      <w:r w:rsidRPr="001F611A">
        <w:rPr>
          <w:rFonts w:ascii="Arial" w:hAnsi="Arial" w:cs="Arial"/>
          <w:b/>
          <w:sz w:val="18"/>
          <w:szCs w:val="18"/>
          <w:vertAlign w:val="superscript"/>
        </w:rPr>
        <w:t>2</w:t>
      </w:r>
      <w:r>
        <w:rPr>
          <w:rFonts w:ascii="Arial" w:hAnsi="Arial" w:cs="Arial"/>
          <w:b/>
          <w:sz w:val="18"/>
          <w:szCs w:val="18"/>
          <w:vertAlign w:val="superscript"/>
        </w:rPr>
        <w:t xml:space="preserve"> </w:t>
      </w:r>
      <w:r w:rsidR="001F611A" w:rsidRPr="0038539C">
        <w:rPr>
          <w:rFonts w:ascii="Arial" w:hAnsi="Arial" w:cs="Arial"/>
          <w:sz w:val="18"/>
          <w:szCs w:val="18"/>
        </w:rPr>
        <w:t>Los descansos programados en el curso se computarán fuera de las horas lectivas de los módulos formativos.</w:t>
      </w:r>
    </w:p>
    <w:p w:rsidR="00C50F17" w:rsidRPr="00666321" w:rsidRDefault="00C50F17" w:rsidP="00666321">
      <w:pPr>
        <w:rPr>
          <w:rFonts w:ascii="Tahoma" w:hAnsi="Tahoma" w:cs="Tahoma"/>
          <w:color w:val="000000"/>
        </w:rPr>
      </w:pPr>
    </w:p>
    <w:sectPr w:rsidR="00C50F17" w:rsidRPr="00666321" w:rsidSect="00226A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6838" w:h="11906" w:orient="landscape"/>
      <w:pgMar w:top="1418" w:right="1276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5E0" w:rsidRDefault="000E05E0">
      <w:r>
        <w:separator/>
      </w:r>
    </w:p>
  </w:endnote>
  <w:endnote w:type="continuationSeparator" w:id="0">
    <w:p w:rsidR="000E05E0" w:rsidRDefault="000E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5C" w:rsidRDefault="00220B5C" w:rsidP="005902D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0B5C" w:rsidRDefault="00220B5C" w:rsidP="009E419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B5C" w:rsidRDefault="00A607FB" w:rsidP="009E4194">
    <w:pPr>
      <w:pStyle w:val="Piedepgina"/>
      <w:ind w:right="360"/>
    </w:pPr>
    <w:r>
      <w:t>CP-3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37989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rStyle w:val="Nmerodepgina"/>
      </w:rPr>
      <w:t>/</w:t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B37989">
      <w:rPr>
        <w:rStyle w:val="Nmerodepgina"/>
        <w:noProof/>
      </w:rPr>
      <w:t>1</w:t>
    </w:r>
    <w:r>
      <w:rPr>
        <w:rStyle w:val="Nmerodepgina"/>
      </w:rPr>
      <w:fldChar w:fldCharType="end"/>
    </w:r>
    <w:r w:rsidR="003276CF">
      <w:tab/>
    </w:r>
    <w:r w:rsidR="003276CF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828" w:rsidRDefault="006918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5E0" w:rsidRDefault="000E05E0">
      <w:r>
        <w:separator/>
      </w:r>
    </w:p>
  </w:footnote>
  <w:footnote w:type="continuationSeparator" w:id="0">
    <w:p w:rsidR="000E05E0" w:rsidRDefault="000E0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828" w:rsidRDefault="006918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82" w:type="dxa"/>
      <w:tblInd w:w="2072" w:type="dxa"/>
      <w:tblLayout w:type="fixed"/>
      <w:tblLook w:val="01E0" w:firstRow="1" w:lastRow="1" w:firstColumn="1" w:lastColumn="1" w:noHBand="0" w:noVBand="0"/>
    </w:tblPr>
    <w:tblGrid>
      <w:gridCol w:w="3706"/>
      <w:gridCol w:w="3006"/>
      <w:gridCol w:w="4570"/>
    </w:tblGrid>
    <w:tr w:rsidR="00CE05D5" w:rsidRPr="00CE05D5" w:rsidTr="00437E8F">
      <w:trPr>
        <w:trHeight w:val="991"/>
      </w:trPr>
      <w:tc>
        <w:tcPr>
          <w:tcW w:w="3706" w:type="dxa"/>
          <w:shd w:val="clear" w:color="auto" w:fill="auto"/>
        </w:tcPr>
        <w:p w:rsidR="00CE05D5" w:rsidRPr="00CE05D5" w:rsidRDefault="00B37989" w:rsidP="00CE05D5">
          <w:pPr>
            <w:rPr>
              <w:rFonts w:ascii="Calibri" w:hAnsi="Calibri"/>
              <w:sz w:val="22"/>
              <w:highlight w:val="blue"/>
            </w:rPr>
          </w:pPr>
          <w:r w:rsidRPr="00CE05D5">
            <w:rPr>
              <w:rFonts w:ascii="Calibri" w:hAnsi="Calibri"/>
              <w:noProof/>
              <w:color w:val="0000FF"/>
              <w:lang w:val="es-ES"/>
            </w:rPr>
            <w:drawing>
              <wp:inline distT="0" distB="0" distL="0" distR="0">
                <wp:extent cx="2171700" cy="509905"/>
                <wp:effectExtent l="0" t="0" r="0" b="0"/>
                <wp:docPr id="1" name="Imagen 4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shd w:val="clear" w:color="auto" w:fill="auto"/>
        </w:tcPr>
        <w:p w:rsidR="00CE05D5" w:rsidRPr="00CE05D5" w:rsidRDefault="00CE05D5" w:rsidP="00CE05D5">
          <w:pPr>
            <w:ind w:left="1632" w:right="-502"/>
            <w:rPr>
              <w:rFonts w:ascii="Calibri" w:hAnsi="Calibri"/>
              <w:sz w:val="22"/>
            </w:rPr>
          </w:pPr>
        </w:p>
      </w:tc>
      <w:tc>
        <w:tcPr>
          <w:tcW w:w="4570" w:type="dxa"/>
          <w:shd w:val="clear" w:color="auto" w:fill="auto"/>
        </w:tcPr>
        <w:p w:rsidR="00CE05D5" w:rsidRPr="00CE05D5" w:rsidRDefault="00B37989" w:rsidP="00CE05D5">
          <w:pPr>
            <w:ind w:left="1344" w:right="1168"/>
            <w:rPr>
              <w:rFonts w:ascii="Calibri" w:hAnsi="Calibri"/>
              <w:highlight w:val="blue"/>
            </w:rPr>
          </w:pPr>
          <w:r w:rsidRPr="00CE05D5">
            <w:rPr>
              <w:noProof/>
              <w:lang w:val="es-ES"/>
            </w:rPr>
            <w:drawing>
              <wp:inline distT="0" distB="0" distL="0" distR="0">
                <wp:extent cx="1933575" cy="447675"/>
                <wp:effectExtent l="0" t="0" r="0" b="0"/>
                <wp:docPr id="2" name="Imagen 5" descr="GOB_MTMSS_SEPE_H_tn_fa_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GOB_MTMSS_SEPE_H_tn_fa_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5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91BD8" w:rsidRDefault="00691B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828" w:rsidRDefault="0069182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648"/>
    <w:multiLevelType w:val="hybridMultilevel"/>
    <w:tmpl w:val="4DDC57A6"/>
    <w:lvl w:ilvl="0" w:tplc="0818D7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05EF9"/>
    <w:multiLevelType w:val="multilevel"/>
    <w:tmpl w:val="6D0A942C"/>
    <w:lvl w:ilvl="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76E3AFF"/>
    <w:multiLevelType w:val="hybridMultilevel"/>
    <w:tmpl w:val="F65CEAA8"/>
    <w:lvl w:ilvl="0" w:tplc="0818D7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62FEC"/>
    <w:multiLevelType w:val="hybridMultilevel"/>
    <w:tmpl w:val="4254EDC6"/>
    <w:lvl w:ilvl="0" w:tplc="0C0A0009">
      <w:start w:val="1"/>
      <w:numFmt w:val="bullet"/>
      <w:lvlText w:val="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8DB5DA1"/>
    <w:multiLevelType w:val="hybridMultilevel"/>
    <w:tmpl w:val="75B40E2A"/>
    <w:lvl w:ilvl="0" w:tplc="0818D7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E03794"/>
    <w:multiLevelType w:val="hybridMultilevel"/>
    <w:tmpl w:val="F1B09F54"/>
    <w:lvl w:ilvl="0" w:tplc="0C0A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50760D"/>
    <w:multiLevelType w:val="hybridMultilevel"/>
    <w:tmpl w:val="3852FA7C"/>
    <w:lvl w:ilvl="0" w:tplc="0818D7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ADE222F"/>
    <w:multiLevelType w:val="hybridMultilevel"/>
    <w:tmpl w:val="24B0B976"/>
    <w:lvl w:ilvl="0" w:tplc="DCB21EAC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4B6606FA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alibri" w:hAnsi="Calibri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E5C0FF4"/>
    <w:multiLevelType w:val="hybridMultilevel"/>
    <w:tmpl w:val="796A350E"/>
    <w:lvl w:ilvl="0" w:tplc="47CCD006">
      <w:start w:val="1"/>
      <w:numFmt w:val="bullet"/>
      <w:lvlText w:val=""/>
      <w:lvlJc w:val="left"/>
      <w:pPr>
        <w:ind w:left="1287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AC4E0E"/>
    <w:multiLevelType w:val="hybridMultilevel"/>
    <w:tmpl w:val="7570DCD8"/>
    <w:lvl w:ilvl="0" w:tplc="0818D7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F174B5"/>
    <w:multiLevelType w:val="hybridMultilevel"/>
    <w:tmpl w:val="195A135A"/>
    <w:lvl w:ilvl="0" w:tplc="0C0A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719D1"/>
    <w:multiLevelType w:val="hybridMultilevel"/>
    <w:tmpl w:val="4EEE5F12"/>
    <w:lvl w:ilvl="0" w:tplc="0C0A0011">
      <w:start w:val="1"/>
      <w:numFmt w:val="decimal"/>
      <w:lvlText w:val="%1)"/>
      <w:lvlJc w:val="left"/>
      <w:pPr>
        <w:tabs>
          <w:tab w:val="num" w:pos="153"/>
        </w:tabs>
        <w:ind w:left="153" w:hanging="360"/>
      </w:pPr>
    </w:lvl>
    <w:lvl w:ilvl="1" w:tplc="0C0A000F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2" w15:restartNumberingAfterBreak="0">
    <w:nsid w:val="217B2C9D"/>
    <w:multiLevelType w:val="multilevel"/>
    <w:tmpl w:val="1EECCD9C"/>
    <w:lvl w:ilvl="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57F2822"/>
    <w:multiLevelType w:val="hybridMultilevel"/>
    <w:tmpl w:val="4EEE5F12"/>
    <w:lvl w:ilvl="0" w:tplc="0C0A0011">
      <w:start w:val="1"/>
      <w:numFmt w:val="decimal"/>
      <w:lvlText w:val="%1)"/>
      <w:lvlJc w:val="left"/>
      <w:pPr>
        <w:tabs>
          <w:tab w:val="num" w:pos="153"/>
        </w:tabs>
        <w:ind w:left="153" w:hanging="360"/>
      </w:pPr>
    </w:lvl>
    <w:lvl w:ilvl="1" w:tplc="0C0A000F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4" w15:restartNumberingAfterBreak="0">
    <w:nsid w:val="2874235E"/>
    <w:multiLevelType w:val="hybridMultilevel"/>
    <w:tmpl w:val="08D40BBE"/>
    <w:lvl w:ilvl="0" w:tplc="C6E2568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 w15:restartNumberingAfterBreak="0">
    <w:nsid w:val="2E2F7851"/>
    <w:multiLevelType w:val="multilevel"/>
    <w:tmpl w:val="07DE4966"/>
    <w:lvl w:ilvl="0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6" w15:restartNumberingAfterBreak="0">
    <w:nsid w:val="35DD2202"/>
    <w:multiLevelType w:val="hybridMultilevel"/>
    <w:tmpl w:val="E4C88502"/>
    <w:lvl w:ilvl="0" w:tplc="47CCD006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068B"/>
    <w:multiLevelType w:val="hybridMultilevel"/>
    <w:tmpl w:val="1FDA6BFA"/>
    <w:lvl w:ilvl="0" w:tplc="0C0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39658F"/>
    <w:multiLevelType w:val="hybridMultilevel"/>
    <w:tmpl w:val="D47AF736"/>
    <w:lvl w:ilvl="0" w:tplc="74881B90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1258D9"/>
    <w:multiLevelType w:val="multilevel"/>
    <w:tmpl w:val="24B0B976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C973F3E"/>
    <w:multiLevelType w:val="hybridMultilevel"/>
    <w:tmpl w:val="E5AE09E2"/>
    <w:lvl w:ilvl="0" w:tplc="74881B9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C3F7E"/>
    <w:multiLevelType w:val="multilevel"/>
    <w:tmpl w:val="586A70D6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37D5F77"/>
    <w:multiLevelType w:val="hybridMultilevel"/>
    <w:tmpl w:val="9102A1BA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1702A"/>
    <w:multiLevelType w:val="multilevel"/>
    <w:tmpl w:val="24B0B976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0E4E86"/>
    <w:multiLevelType w:val="hybridMultilevel"/>
    <w:tmpl w:val="57363B54"/>
    <w:lvl w:ilvl="0" w:tplc="DCB21EAC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2D52FED2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33A2E95"/>
    <w:multiLevelType w:val="hybridMultilevel"/>
    <w:tmpl w:val="144043DE"/>
    <w:lvl w:ilvl="0" w:tplc="9CACE2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E3526"/>
    <w:multiLevelType w:val="hybridMultilevel"/>
    <w:tmpl w:val="D728A81E"/>
    <w:lvl w:ilvl="0" w:tplc="50ECE286">
      <w:start w:val="1"/>
      <w:numFmt w:val="decimal"/>
      <w:lvlText w:val="%1)"/>
      <w:lvlJc w:val="left"/>
      <w:pPr>
        <w:tabs>
          <w:tab w:val="num" w:pos="153"/>
        </w:tabs>
        <w:ind w:left="1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7" w15:restartNumberingAfterBreak="0">
    <w:nsid w:val="57A75CBF"/>
    <w:multiLevelType w:val="hybridMultilevel"/>
    <w:tmpl w:val="9154AA82"/>
    <w:lvl w:ilvl="0" w:tplc="9CACE2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7A3B88"/>
    <w:multiLevelType w:val="hybridMultilevel"/>
    <w:tmpl w:val="3CC0EA46"/>
    <w:lvl w:ilvl="0" w:tplc="0818D7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EA63EA0"/>
    <w:multiLevelType w:val="hybridMultilevel"/>
    <w:tmpl w:val="6C5C7FCC"/>
    <w:lvl w:ilvl="0" w:tplc="74881B9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12571"/>
    <w:multiLevelType w:val="hybridMultilevel"/>
    <w:tmpl w:val="4FA6E974"/>
    <w:lvl w:ilvl="0" w:tplc="45288D8A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381F68"/>
    <w:multiLevelType w:val="hybridMultilevel"/>
    <w:tmpl w:val="7CE85D88"/>
    <w:lvl w:ilvl="0" w:tplc="884409B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90DD8"/>
    <w:multiLevelType w:val="hybridMultilevel"/>
    <w:tmpl w:val="6F06CDF0"/>
    <w:lvl w:ilvl="0" w:tplc="B4EC50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E1890"/>
    <w:multiLevelType w:val="hybridMultilevel"/>
    <w:tmpl w:val="0D8C1E50"/>
    <w:lvl w:ilvl="0" w:tplc="7D72098E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Calibri" w:eastAsia="Times New Roman" w:hAnsi="Calibri" w:hint="default"/>
      </w:rPr>
    </w:lvl>
    <w:lvl w:ilvl="1" w:tplc="4B6606FA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alibri" w:hAnsi="Calibri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440272"/>
    <w:multiLevelType w:val="hybridMultilevel"/>
    <w:tmpl w:val="0B22842E"/>
    <w:lvl w:ilvl="0" w:tplc="47CCD006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B81482"/>
    <w:multiLevelType w:val="hybridMultilevel"/>
    <w:tmpl w:val="E66A238A"/>
    <w:lvl w:ilvl="0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77F13803"/>
    <w:multiLevelType w:val="multilevel"/>
    <w:tmpl w:val="B2E45F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8DF5B40"/>
    <w:multiLevelType w:val="multilevel"/>
    <w:tmpl w:val="24B0B976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95C7E78"/>
    <w:multiLevelType w:val="hybridMultilevel"/>
    <w:tmpl w:val="178EFC66"/>
    <w:lvl w:ilvl="0" w:tplc="0C0A0005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39" w15:restartNumberingAfterBreak="0">
    <w:nsid w:val="7B8145AA"/>
    <w:multiLevelType w:val="hybridMultilevel"/>
    <w:tmpl w:val="C4F47BD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C655B1"/>
    <w:multiLevelType w:val="hybridMultilevel"/>
    <w:tmpl w:val="7C9C01D2"/>
    <w:lvl w:ilvl="0" w:tplc="4F9A290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3F66EC"/>
    <w:multiLevelType w:val="multilevel"/>
    <w:tmpl w:val="9776FD0E"/>
    <w:lvl w:ilvl="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7"/>
  </w:num>
  <w:num w:numId="2">
    <w:abstractNumId w:val="31"/>
  </w:num>
  <w:num w:numId="3">
    <w:abstractNumId w:val="12"/>
  </w:num>
  <w:num w:numId="4">
    <w:abstractNumId w:val="18"/>
  </w:num>
  <w:num w:numId="5">
    <w:abstractNumId w:val="29"/>
  </w:num>
  <w:num w:numId="6">
    <w:abstractNumId w:val="20"/>
  </w:num>
  <w:num w:numId="7">
    <w:abstractNumId w:val="17"/>
  </w:num>
  <w:num w:numId="8">
    <w:abstractNumId w:val="30"/>
  </w:num>
  <w:num w:numId="9">
    <w:abstractNumId w:val="41"/>
  </w:num>
  <w:num w:numId="10">
    <w:abstractNumId w:val="15"/>
  </w:num>
  <w:num w:numId="11">
    <w:abstractNumId w:val="1"/>
  </w:num>
  <w:num w:numId="12">
    <w:abstractNumId w:val="8"/>
  </w:num>
  <w:num w:numId="13">
    <w:abstractNumId w:val="4"/>
  </w:num>
  <w:num w:numId="14">
    <w:abstractNumId w:val="6"/>
  </w:num>
  <w:num w:numId="15">
    <w:abstractNumId w:val="28"/>
  </w:num>
  <w:num w:numId="16">
    <w:abstractNumId w:val="0"/>
  </w:num>
  <w:num w:numId="17">
    <w:abstractNumId w:val="34"/>
  </w:num>
  <w:num w:numId="18">
    <w:abstractNumId w:val="9"/>
  </w:num>
  <w:num w:numId="19">
    <w:abstractNumId w:val="2"/>
  </w:num>
  <w:num w:numId="20">
    <w:abstractNumId w:val="16"/>
  </w:num>
  <w:num w:numId="21">
    <w:abstractNumId w:val="14"/>
  </w:num>
  <w:num w:numId="22">
    <w:abstractNumId w:val="36"/>
  </w:num>
  <w:num w:numId="23">
    <w:abstractNumId w:val="32"/>
  </w:num>
  <w:num w:numId="24">
    <w:abstractNumId w:val="21"/>
  </w:num>
  <w:num w:numId="25">
    <w:abstractNumId w:val="23"/>
  </w:num>
  <w:num w:numId="26">
    <w:abstractNumId w:val="19"/>
  </w:num>
  <w:num w:numId="27">
    <w:abstractNumId w:val="24"/>
  </w:num>
  <w:num w:numId="28">
    <w:abstractNumId w:val="37"/>
  </w:num>
  <w:num w:numId="29">
    <w:abstractNumId w:val="33"/>
  </w:num>
  <w:num w:numId="30">
    <w:abstractNumId w:val="11"/>
  </w:num>
  <w:num w:numId="31">
    <w:abstractNumId w:val="13"/>
  </w:num>
  <w:num w:numId="32">
    <w:abstractNumId w:val="26"/>
  </w:num>
  <w:num w:numId="33">
    <w:abstractNumId w:val="38"/>
  </w:num>
  <w:num w:numId="34">
    <w:abstractNumId w:val="39"/>
  </w:num>
  <w:num w:numId="35">
    <w:abstractNumId w:val="25"/>
  </w:num>
  <w:num w:numId="36">
    <w:abstractNumId w:val="3"/>
  </w:num>
  <w:num w:numId="37">
    <w:abstractNumId w:val="27"/>
  </w:num>
  <w:num w:numId="38">
    <w:abstractNumId w:val="10"/>
  </w:num>
  <w:num w:numId="39">
    <w:abstractNumId w:val="40"/>
  </w:num>
  <w:num w:numId="40">
    <w:abstractNumId w:val="35"/>
  </w:num>
  <w:num w:numId="41">
    <w:abstractNumId w:val="5"/>
  </w:num>
  <w:num w:numId="42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21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6F"/>
    <w:rsid w:val="00003A69"/>
    <w:rsid w:val="0001557E"/>
    <w:rsid w:val="00027BE8"/>
    <w:rsid w:val="00027E26"/>
    <w:rsid w:val="000452FE"/>
    <w:rsid w:val="0006698D"/>
    <w:rsid w:val="0007086B"/>
    <w:rsid w:val="000A77DE"/>
    <w:rsid w:val="000C078D"/>
    <w:rsid w:val="000C6475"/>
    <w:rsid w:val="000D2ECF"/>
    <w:rsid w:val="000D7EAF"/>
    <w:rsid w:val="000E05E0"/>
    <w:rsid w:val="000E5548"/>
    <w:rsid w:val="00100311"/>
    <w:rsid w:val="001025B3"/>
    <w:rsid w:val="00105A83"/>
    <w:rsid w:val="00114B4A"/>
    <w:rsid w:val="00116261"/>
    <w:rsid w:val="00117086"/>
    <w:rsid w:val="00125B26"/>
    <w:rsid w:val="00141582"/>
    <w:rsid w:val="00163A87"/>
    <w:rsid w:val="0018590B"/>
    <w:rsid w:val="001934B4"/>
    <w:rsid w:val="001A49D3"/>
    <w:rsid w:val="001B19C8"/>
    <w:rsid w:val="001C0D98"/>
    <w:rsid w:val="001D20BF"/>
    <w:rsid w:val="001F0809"/>
    <w:rsid w:val="001F520A"/>
    <w:rsid w:val="001F611A"/>
    <w:rsid w:val="00202D1B"/>
    <w:rsid w:val="00217828"/>
    <w:rsid w:val="00220B5C"/>
    <w:rsid w:val="00223717"/>
    <w:rsid w:val="00226AC7"/>
    <w:rsid w:val="002466F4"/>
    <w:rsid w:val="00251D4A"/>
    <w:rsid w:val="00262A29"/>
    <w:rsid w:val="00276972"/>
    <w:rsid w:val="00287CE9"/>
    <w:rsid w:val="002935BD"/>
    <w:rsid w:val="002954F8"/>
    <w:rsid w:val="00297FF0"/>
    <w:rsid w:val="002A2D78"/>
    <w:rsid w:val="002A2EA4"/>
    <w:rsid w:val="002A3F0C"/>
    <w:rsid w:val="002A4F02"/>
    <w:rsid w:val="002B6757"/>
    <w:rsid w:val="002C0EDB"/>
    <w:rsid w:val="002C2824"/>
    <w:rsid w:val="002C4D23"/>
    <w:rsid w:val="002E792B"/>
    <w:rsid w:val="003012A9"/>
    <w:rsid w:val="0030175B"/>
    <w:rsid w:val="00303ABB"/>
    <w:rsid w:val="003116EE"/>
    <w:rsid w:val="00314CC0"/>
    <w:rsid w:val="0031613C"/>
    <w:rsid w:val="00320C76"/>
    <w:rsid w:val="00324098"/>
    <w:rsid w:val="003276CF"/>
    <w:rsid w:val="00337B0F"/>
    <w:rsid w:val="003505B6"/>
    <w:rsid w:val="0035609C"/>
    <w:rsid w:val="003629E3"/>
    <w:rsid w:val="00364612"/>
    <w:rsid w:val="003700BD"/>
    <w:rsid w:val="00373CA4"/>
    <w:rsid w:val="00383096"/>
    <w:rsid w:val="0038539C"/>
    <w:rsid w:val="0039387A"/>
    <w:rsid w:val="00396D03"/>
    <w:rsid w:val="003A010A"/>
    <w:rsid w:val="003B28CB"/>
    <w:rsid w:val="003B3FD9"/>
    <w:rsid w:val="003B502A"/>
    <w:rsid w:val="003B6B5C"/>
    <w:rsid w:val="003D1FD7"/>
    <w:rsid w:val="003E00DA"/>
    <w:rsid w:val="003F5B21"/>
    <w:rsid w:val="003F61A8"/>
    <w:rsid w:val="00403558"/>
    <w:rsid w:val="00420370"/>
    <w:rsid w:val="00437E8F"/>
    <w:rsid w:val="00447BA8"/>
    <w:rsid w:val="00467DFC"/>
    <w:rsid w:val="004716F6"/>
    <w:rsid w:val="0047283B"/>
    <w:rsid w:val="0048000D"/>
    <w:rsid w:val="00481F53"/>
    <w:rsid w:val="0049250B"/>
    <w:rsid w:val="00497973"/>
    <w:rsid w:val="004A205F"/>
    <w:rsid w:val="004A63EA"/>
    <w:rsid w:val="004B618F"/>
    <w:rsid w:val="004C18D0"/>
    <w:rsid w:val="004C1E69"/>
    <w:rsid w:val="004C1F70"/>
    <w:rsid w:val="004C24CE"/>
    <w:rsid w:val="004C3B9A"/>
    <w:rsid w:val="004D01F0"/>
    <w:rsid w:val="004D767B"/>
    <w:rsid w:val="004E463A"/>
    <w:rsid w:val="00507584"/>
    <w:rsid w:val="005102EF"/>
    <w:rsid w:val="00513B13"/>
    <w:rsid w:val="005147C4"/>
    <w:rsid w:val="00536366"/>
    <w:rsid w:val="00553FB1"/>
    <w:rsid w:val="0056129E"/>
    <w:rsid w:val="005667A7"/>
    <w:rsid w:val="00571D4B"/>
    <w:rsid w:val="00582D9A"/>
    <w:rsid w:val="005902D5"/>
    <w:rsid w:val="00590FF5"/>
    <w:rsid w:val="00593937"/>
    <w:rsid w:val="00593BC7"/>
    <w:rsid w:val="0059675D"/>
    <w:rsid w:val="005C1330"/>
    <w:rsid w:val="005C21AA"/>
    <w:rsid w:val="005D4C24"/>
    <w:rsid w:val="005D79F3"/>
    <w:rsid w:val="005F333A"/>
    <w:rsid w:val="0060569C"/>
    <w:rsid w:val="00622255"/>
    <w:rsid w:val="0062792A"/>
    <w:rsid w:val="00630FA7"/>
    <w:rsid w:val="0064799B"/>
    <w:rsid w:val="00666321"/>
    <w:rsid w:val="00671DAC"/>
    <w:rsid w:val="006866E7"/>
    <w:rsid w:val="00691828"/>
    <w:rsid w:val="00691BD8"/>
    <w:rsid w:val="006A3C22"/>
    <w:rsid w:val="006A41DF"/>
    <w:rsid w:val="006A73E3"/>
    <w:rsid w:val="006B3E8B"/>
    <w:rsid w:val="006D63EC"/>
    <w:rsid w:val="006E1D80"/>
    <w:rsid w:val="006E64AB"/>
    <w:rsid w:val="006F2FAD"/>
    <w:rsid w:val="006F30BB"/>
    <w:rsid w:val="006F7B4E"/>
    <w:rsid w:val="006F7D38"/>
    <w:rsid w:val="0071119A"/>
    <w:rsid w:val="0071794A"/>
    <w:rsid w:val="00717CCA"/>
    <w:rsid w:val="00726A8A"/>
    <w:rsid w:val="00726C1F"/>
    <w:rsid w:val="00732D98"/>
    <w:rsid w:val="0073568E"/>
    <w:rsid w:val="00741134"/>
    <w:rsid w:val="007732DC"/>
    <w:rsid w:val="00774BA3"/>
    <w:rsid w:val="00785AAF"/>
    <w:rsid w:val="007A7DDF"/>
    <w:rsid w:val="007B311F"/>
    <w:rsid w:val="007B7111"/>
    <w:rsid w:val="007C27CD"/>
    <w:rsid w:val="007D303B"/>
    <w:rsid w:val="007D43ED"/>
    <w:rsid w:val="007D66E4"/>
    <w:rsid w:val="007E2472"/>
    <w:rsid w:val="00802CB1"/>
    <w:rsid w:val="008048E3"/>
    <w:rsid w:val="008064AD"/>
    <w:rsid w:val="00813D76"/>
    <w:rsid w:val="00816621"/>
    <w:rsid w:val="008205CC"/>
    <w:rsid w:val="00820D1D"/>
    <w:rsid w:val="00821CA6"/>
    <w:rsid w:val="00835185"/>
    <w:rsid w:val="00850C9C"/>
    <w:rsid w:val="00851AF3"/>
    <w:rsid w:val="00855B61"/>
    <w:rsid w:val="00860190"/>
    <w:rsid w:val="00860DCD"/>
    <w:rsid w:val="00870BC8"/>
    <w:rsid w:val="00871246"/>
    <w:rsid w:val="00872005"/>
    <w:rsid w:val="00876635"/>
    <w:rsid w:val="008812C9"/>
    <w:rsid w:val="008B1971"/>
    <w:rsid w:val="008B45F0"/>
    <w:rsid w:val="008B4B0D"/>
    <w:rsid w:val="008C1B28"/>
    <w:rsid w:val="008C1C7E"/>
    <w:rsid w:val="008C4F24"/>
    <w:rsid w:val="008C740D"/>
    <w:rsid w:val="008C79A5"/>
    <w:rsid w:val="008D2147"/>
    <w:rsid w:val="008E177D"/>
    <w:rsid w:val="008E2A44"/>
    <w:rsid w:val="008E4412"/>
    <w:rsid w:val="008F1248"/>
    <w:rsid w:val="008F33C1"/>
    <w:rsid w:val="00900BE1"/>
    <w:rsid w:val="0090370F"/>
    <w:rsid w:val="009042B5"/>
    <w:rsid w:val="00914505"/>
    <w:rsid w:val="00920522"/>
    <w:rsid w:val="009244EE"/>
    <w:rsid w:val="00927014"/>
    <w:rsid w:val="00935DF2"/>
    <w:rsid w:val="00960910"/>
    <w:rsid w:val="00963B9B"/>
    <w:rsid w:val="00973C43"/>
    <w:rsid w:val="00982240"/>
    <w:rsid w:val="00982A1E"/>
    <w:rsid w:val="00984DEB"/>
    <w:rsid w:val="00985FD7"/>
    <w:rsid w:val="0098670D"/>
    <w:rsid w:val="00991157"/>
    <w:rsid w:val="00991168"/>
    <w:rsid w:val="009A6025"/>
    <w:rsid w:val="009A6F95"/>
    <w:rsid w:val="009C1D73"/>
    <w:rsid w:val="009D591E"/>
    <w:rsid w:val="009E1345"/>
    <w:rsid w:val="009E31B5"/>
    <w:rsid w:val="009E4194"/>
    <w:rsid w:val="009E74A3"/>
    <w:rsid w:val="009F4687"/>
    <w:rsid w:val="009F7E90"/>
    <w:rsid w:val="00A0104B"/>
    <w:rsid w:val="00A01A87"/>
    <w:rsid w:val="00A01CFB"/>
    <w:rsid w:val="00A02767"/>
    <w:rsid w:val="00A06970"/>
    <w:rsid w:val="00A23432"/>
    <w:rsid w:val="00A25B89"/>
    <w:rsid w:val="00A25E6A"/>
    <w:rsid w:val="00A30C24"/>
    <w:rsid w:val="00A548B3"/>
    <w:rsid w:val="00A5511F"/>
    <w:rsid w:val="00A607FB"/>
    <w:rsid w:val="00A670E6"/>
    <w:rsid w:val="00A73294"/>
    <w:rsid w:val="00A83C90"/>
    <w:rsid w:val="00A85F23"/>
    <w:rsid w:val="00AA72E6"/>
    <w:rsid w:val="00AB1830"/>
    <w:rsid w:val="00AC77AF"/>
    <w:rsid w:val="00AD0A27"/>
    <w:rsid w:val="00AD24E7"/>
    <w:rsid w:val="00AE15E8"/>
    <w:rsid w:val="00AE2704"/>
    <w:rsid w:val="00AE5551"/>
    <w:rsid w:val="00B009EA"/>
    <w:rsid w:val="00B251F8"/>
    <w:rsid w:val="00B352E5"/>
    <w:rsid w:val="00B37989"/>
    <w:rsid w:val="00B4286F"/>
    <w:rsid w:val="00B57C12"/>
    <w:rsid w:val="00B57C29"/>
    <w:rsid w:val="00B850B6"/>
    <w:rsid w:val="00BA756D"/>
    <w:rsid w:val="00BB0AB6"/>
    <w:rsid w:val="00BD6268"/>
    <w:rsid w:val="00BD76D1"/>
    <w:rsid w:val="00BE56DF"/>
    <w:rsid w:val="00BF7838"/>
    <w:rsid w:val="00C05290"/>
    <w:rsid w:val="00C05303"/>
    <w:rsid w:val="00C104C0"/>
    <w:rsid w:val="00C276D7"/>
    <w:rsid w:val="00C41AC1"/>
    <w:rsid w:val="00C46FB2"/>
    <w:rsid w:val="00C50F17"/>
    <w:rsid w:val="00C57C9A"/>
    <w:rsid w:val="00C82DD7"/>
    <w:rsid w:val="00C94C4F"/>
    <w:rsid w:val="00CB7C0A"/>
    <w:rsid w:val="00CC4062"/>
    <w:rsid w:val="00CD5262"/>
    <w:rsid w:val="00CE05D5"/>
    <w:rsid w:val="00CE1B50"/>
    <w:rsid w:val="00CE6374"/>
    <w:rsid w:val="00CE6E95"/>
    <w:rsid w:val="00CF6235"/>
    <w:rsid w:val="00D13D57"/>
    <w:rsid w:val="00D27E23"/>
    <w:rsid w:val="00D61C85"/>
    <w:rsid w:val="00D66466"/>
    <w:rsid w:val="00D74B3A"/>
    <w:rsid w:val="00D8022C"/>
    <w:rsid w:val="00D95BEA"/>
    <w:rsid w:val="00DA102C"/>
    <w:rsid w:val="00DA1EE9"/>
    <w:rsid w:val="00DB446A"/>
    <w:rsid w:val="00DB50BB"/>
    <w:rsid w:val="00DB5414"/>
    <w:rsid w:val="00DD0B4E"/>
    <w:rsid w:val="00DD18E0"/>
    <w:rsid w:val="00DD2023"/>
    <w:rsid w:val="00DD6BB2"/>
    <w:rsid w:val="00DE0AEC"/>
    <w:rsid w:val="00DF1EE0"/>
    <w:rsid w:val="00DF7F95"/>
    <w:rsid w:val="00E01D4C"/>
    <w:rsid w:val="00E04AE3"/>
    <w:rsid w:val="00E06151"/>
    <w:rsid w:val="00E15301"/>
    <w:rsid w:val="00E3469E"/>
    <w:rsid w:val="00E41212"/>
    <w:rsid w:val="00E42E6D"/>
    <w:rsid w:val="00E5668A"/>
    <w:rsid w:val="00E64D12"/>
    <w:rsid w:val="00E83893"/>
    <w:rsid w:val="00E91691"/>
    <w:rsid w:val="00EA0EF5"/>
    <w:rsid w:val="00EC0B21"/>
    <w:rsid w:val="00EE5DC9"/>
    <w:rsid w:val="00EE61F3"/>
    <w:rsid w:val="00EF2672"/>
    <w:rsid w:val="00F00AD1"/>
    <w:rsid w:val="00F05F82"/>
    <w:rsid w:val="00F134D2"/>
    <w:rsid w:val="00F1516A"/>
    <w:rsid w:val="00F17FF3"/>
    <w:rsid w:val="00F17FF7"/>
    <w:rsid w:val="00F23909"/>
    <w:rsid w:val="00F43FDB"/>
    <w:rsid w:val="00F47C63"/>
    <w:rsid w:val="00F531B7"/>
    <w:rsid w:val="00F60DB4"/>
    <w:rsid w:val="00F657D6"/>
    <w:rsid w:val="00F7711B"/>
    <w:rsid w:val="00F845A7"/>
    <w:rsid w:val="00F95633"/>
    <w:rsid w:val="00F957DB"/>
    <w:rsid w:val="00FB2695"/>
    <w:rsid w:val="00FB595E"/>
    <w:rsid w:val="00FB6BDE"/>
    <w:rsid w:val="00FB6C43"/>
    <w:rsid w:val="00FE4E04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70E543E"/>
  <w15:chartTrackingRefBased/>
  <w15:docId w15:val="{25134289-AA58-43F9-8B99-1AB89CE4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pBdr>
        <w:bottom w:val="single" w:sz="4" w:space="1" w:color="auto"/>
      </w:pBdr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ind w:left="426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Gill Sans MT" w:hAnsi="Gill Sans MT"/>
      <w:b/>
      <w:snapToGrid w:val="0"/>
      <w:color w:val="000000"/>
      <w:sz w:val="1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link w:val="TextonotapieCar"/>
    <w:semiHidden/>
  </w:style>
  <w:style w:type="character" w:styleId="Refdenotaalpie">
    <w:name w:val="footnote reference"/>
    <w:semiHidden/>
    <w:rPr>
      <w:vertAlign w:val="superscript"/>
    </w:rPr>
  </w:style>
  <w:style w:type="paragraph" w:styleId="Ttulo">
    <w:name w:val="Title"/>
    <w:basedOn w:val="Normal"/>
    <w:qFormat/>
    <w:pPr>
      <w:widowControl w:val="0"/>
      <w:jc w:val="center"/>
    </w:pPr>
    <w:rPr>
      <w:rFonts w:ascii="Arial" w:hAnsi="Arial"/>
      <w:b/>
      <w:sz w:val="28"/>
    </w:rPr>
  </w:style>
  <w:style w:type="paragraph" w:styleId="Textoindependiente">
    <w:name w:val="Body Text"/>
    <w:basedOn w:val="Normal"/>
    <w:pPr>
      <w:jc w:val="center"/>
    </w:pPr>
    <w:rPr>
      <w:rFonts w:ascii="Arial" w:hAnsi="Arial"/>
      <w:b/>
      <w:sz w:val="28"/>
    </w:rPr>
  </w:style>
  <w:style w:type="paragraph" w:styleId="Sangradetextonormal">
    <w:name w:val="Body Text Indent"/>
    <w:basedOn w:val="Normal"/>
    <w:pPr>
      <w:widowControl w:val="0"/>
      <w:ind w:left="426"/>
      <w:jc w:val="both"/>
    </w:pPr>
    <w:rPr>
      <w:rFonts w:ascii="Arial" w:hAnsi="Arial"/>
      <w:b/>
      <w:sz w:val="24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8"/>
    </w:rPr>
  </w:style>
  <w:style w:type="paragraph" w:styleId="Textoindependiente3">
    <w:name w:val="Body Text 3"/>
    <w:basedOn w:val="Normal"/>
    <w:pPr>
      <w:spacing w:line="312" w:lineRule="auto"/>
      <w:jc w:val="both"/>
    </w:pPr>
    <w:rPr>
      <w:rFonts w:ascii="Arial" w:hAnsi="Arial"/>
      <w:b/>
      <w:sz w:val="24"/>
    </w:rPr>
  </w:style>
  <w:style w:type="character" w:styleId="Hipervnculo">
    <w:name w:val="Hyperlink"/>
    <w:rPr>
      <w:color w:val="0000FF"/>
      <w:u w:val="single"/>
    </w:rPr>
  </w:style>
  <w:style w:type="paragraph" w:styleId="Textodebloque">
    <w:name w:val="Block Text"/>
    <w:basedOn w:val="Normal"/>
    <w:pPr>
      <w:ind w:left="284" w:right="566"/>
      <w:jc w:val="center"/>
    </w:pPr>
    <w:rPr>
      <w:b/>
      <w:sz w:val="32"/>
      <w:u w:val="single"/>
    </w:rPr>
  </w:style>
  <w:style w:type="paragraph" w:styleId="Sangra2detindependiente">
    <w:name w:val="Body Text Indent 2"/>
    <w:basedOn w:val="Normal"/>
    <w:pPr>
      <w:ind w:left="851"/>
      <w:jc w:val="both"/>
    </w:pPr>
    <w:rPr>
      <w:b/>
      <w:sz w:val="24"/>
    </w:rPr>
  </w:style>
  <w:style w:type="paragraph" w:styleId="Sangra3detindependiente">
    <w:name w:val="Body Text Indent 3"/>
    <w:basedOn w:val="Normal"/>
    <w:pPr>
      <w:ind w:left="284"/>
      <w:jc w:val="both"/>
    </w:pPr>
    <w:rPr>
      <w:sz w:val="24"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rPr>
      <w:color w:val="800080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A25B89"/>
    <w:pPr>
      <w:spacing w:before="100" w:beforeAutospacing="1" w:after="100" w:afterAutospacing="1"/>
      <w:jc w:val="both"/>
    </w:pPr>
    <w:rPr>
      <w:rFonts w:ascii="Verdana" w:hAnsi="Verdana"/>
      <w:sz w:val="17"/>
      <w:szCs w:val="17"/>
      <w:lang w:val="es-ES"/>
    </w:rPr>
  </w:style>
  <w:style w:type="paragraph" w:styleId="Prrafodelista">
    <w:name w:val="List Paragraph"/>
    <w:basedOn w:val="Normal"/>
    <w:qFormat/>
    <w:rsid w:val="006F2F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customStyle="1" w:styleId="ListParagraph">
    <w:name w:val="List Paragraph"/>
    <w:basedOn w:val="Normal"/>
    <w:rsid w:val="00220B5C"/>
    <w:pPr>
      <w:spacing w:after="240"/>
      <w:ind w:left="720"/>
      <w:contextualSpacing/>
    </w:pPr>
    <w:rPr>
      <w:rFonts w:ascii="Calibri" w:hAnsi="Calibri"/>
      <w:sz w:val="22"/>
      <w:szCs w:val="22"/>
      <w:lang w:val="es-ES"/>
    </w:rPr>
  </w:style>
  <w:style w:type="character" w:customStyle="1" w:styleId="EncabezadoCar">
    <w:name w:val="Encabezado Car"/>
    <w:link w:val="Encabezado"/>
    <w:semiHidden/>
    <w:locked/>
    <w:rsid w:val="00220B5C"/>
    <w:rPr>
      <w:lang w:val="es-ES_tradnl" w:eastAsia="es-ES" w:bidi="ar-SA"/>
    </w:rPr>
  </w:style>
  <w:style w:type="character" w:customStyle="1" w:styleId="PiedepginaCar">
    <w:name w:val="Pie de página Car"/>
    <w:link w:val="Piedepgina"/>
    <w:locked/>
    <w:rsid w:val="00220B5C"/>
    <w:rPr>
      <w:lang w:val="es-ES_tradnl" w:eastAsia="es-ES" w:bidi="ar-SA"/>
    </w:rPr>
  </w:style>
  <w:style w:type="character" w:customStyle="1" w:styleId="Ttulo3Car">
    <w:name w:val="Título 3 Car"/>
    <w:link w:val="Ttulo3"/>
    <w:locked/>
    <w:rsid w:val="00220B5C"/>
    <w:rPr>
      <w:rFonts w:ascii="Gill Sans MT" w:hAnsi="Gill Sans MT"/>
      <w:b/>
      <w:snapToGrid w:val="0"/>
      <w:color w:val="000000"/>
      <w:sz w:val="18"/>
      <w:lang w:val="es-ES_tradnl" w:eastAsia="es-ES" w:bidi="ar-SA"/>
    </w:rPr>
  </w:style>
  <w:style w:type="paragraph" w:customStyle="1" w:styleId="Default">
    <w:name w:val="Default"/>
    <w:rsid w:val="00220B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2">
    <w:name w:val="Pa12"/>
    <w:basedOn w:val="Normal"/>
    <w:next w:val="Normal"/>
    <w:rsid w:val="00220B5C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val="es-ES"/>
    </w:rPr>
  </w:style>
  <w:style w:type="paragraph" w:customStyle="1" w:styleId="Pa17">
    <w:name w:val="Pa17"/>
    <w:basedOn w:val="Default"/>
    <w:next w:val="Default"/>
    <w:rsid w:val="00220B5C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rsid w:val="00220B5C"/>
    <w:rPr>
      <w:rFonts w:cs="Times New Roman"/>
    </w:rPr>
  </w:style>
  <w:style w:type="character" w:styleId="Textoennegrita">
    <w:name w:val="Strong"/>
    <w:qFormat/>
    <w:rsid w:val="00220B5C"/>
    <w:rPr>
      <w:rFonts w:cs="Times New Roman"/>
      <w:b/>
      <w:bCs/>
    </w:rPr>
  </w:style>
  <w:style w:type="character" w:customStyle="1" w:styleId="TextonotapieCar">
    <w:name w:val="Texto nota pie Car"/>
    <w:link w:val="Textonotapie"/>
    <w:semiHidden/>
    <w:locked/>
    <w:rsid w:val="00220B5C"/>
    <w:rPr>
      <w:lang w:val="es-ES_tradnl" w:eastAsia="es-ES" w:bidi="ar-SA"/>
    </w:rPr>
  </w:style>
  <w:style w:type="paragraph" w:styleId="Textodeglobo">
    <w:name w:val="Balloon Text"/>
    <w:basedOn w:val="Normal"/>
    <w:link w:val="TextodegloboCar"/>
    <w:semiHidden/>
    <w:rsid w:val="00220B5C"/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link w:val="Textodeglobo"/>
    <w:semiHidden/>
    <w:locked/>
    <w:rsid w:val="00220B5C"/>
    <w:rPr>
      <w:rFonts w:ascii="Tahoma" w:hAnsi="Tahoma" w:cs="Tahoma"/>
      <w:sz w:val="16"/>
      <w:szCs w:val="16"/>
      <w:lang w:val="es-ES" w:eastAsia="es-ES" w:bidi="ar-SA"/>
    </w:rPr>
  </w:style>
  <w:style w:type="character" w:styleId="CitaHTML">
    <w:name w:val="HTML Cite"/>
    <w:semiHidden/>
    <w:rsid w:val="00220B5C"/>
    <w:rPr>
      <w:rFonts w:ascii="Times New Roman" w:hAnsi="Times New Roman" w:cs="Times New Roman"/>
      <w:i/>
      <w:iCs/>
      <w:sz w:val="21"/>
      <w:szCs w:val="21"/>
    </w:rPr>
  </w:style>
  <w:style w:type="table" w:styleId="Tablaconcuadrcula">
    <w:name w:val="Table Grid"/>
    <w:basedOn w:val="Tablanormal"/>
    <w:rsid w:val="00220B5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-nfasis11">
    <w:name w:val="Lista clara - Énfasis 11"/>
    <w:rsid w:val="00220B5C"/>
    <w:rPr>
      <w:rFonts w:ascii="Calibri" w:hAnsi="Calibri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ASANGRE">
    <w:name w:val="TABLA SANGRE"/>
    <w:basedOn w:val="Normal"/>
    <w:rsid w:val="00220B5C"/>
    <w:pPr>
      <w:spacing w:before="60" w:line="300" w:lineRule="auto"/>
      <w:ind w:left="284" w:hanging="284"/>
    </w:pPr>
    <w:rPr>
      <w:rFonts w:ascii="Arial" w:hAnsi="Arial" w:cs="Arial"/>
      <w:bCs/>
      <w:color w:val="000080"/>
      <w:sz w:val="18"/>
      <w:szCs w:val="18"/>
      <w:lang w:val="es-ES"/>
    </w:rPr>
  </w:style>
  <w:style w:type="table" w:customStyle="1" w:styleId="Listaclara1">
    <w:name w:val="Lista clara1"/>
    <w:rsid w:val="00220B5C"/>
    <w:rPr>
      <w:rFonts w:ascii="Calibri" w:hAnsi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6">
    <w:name w:val="Pa6"/>
    <w:basedOn w:val="Normal"/>
    <w:next w:val="Normal"/>
    <w:rsid w:val="00220B5C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val="es-ES"/>
    </w:rPr>
  </w:style>
  <w:style w:type="character" w:styleId="nfasis">
    <w:name w:val="Emphasis"/>
    <w:qFormat/>
    <w:rsid w:val="00220B5C"/>
    <w:rPr>
      <w:rFonts w:cs="Times New Roman"/>
      <w:i/>
      <w:iCs/>
    </w:rPr>
  </w:style>
  <w:style w:type="character" w:customStyle="1" w:styleId="kn">
    <w:name w:val="kn"/>
    <w:rsid w:val="00220B5C"/>
    <w:rPr>
      <w:rFonts w:cs="Times New Roman"/>
    </w:rPr>
  </w:style>
  <w:style w:type="paragraph" w:styleId="Textonotaalfinal">
    <w:name w:val="endnote text"/>
    <w:basedOn w:val="Normal"/>
    <w:link w:val="TextonotaalfinalCar"/>
    <w:semiHidden/>
    <w:rsid w:val="00220B5C"/>
    <w:rPr>
      <w:rFonts w:ascii="Calibri" w:hAnsi="Calibri"/>
      <w:lang w:val="es-ES"/>
    </w:rPr>
  </w:style>
  <w:style w:type="character" w:customStyle="1" w:styleId="TextonotaalfinalCar">
    <w:name w:val="Texto nota al final Car"/>
    <w:link w:val="Textonotaalfinal"/>
    <w:semiHidden/>
    <w:locked/>
    <w:rsid w:val="00220B5C"/>
    <w:rPr>
      <w:rFonts w:ascii="Calibri" w:hAnsi="Calibri"/>
      <w:lang w:val="es-ES" w:eastAsia="es-ES" w:bidi="ar-SA"/>
    </w:rPr>
  </w:style>
  <w:style w:type="character" w:styleId="Refdenotaalfinal">
    <w:name w:val="endnote reference"/>
    <w:semiHidden/>
    <w:rsid w:val="00220B5C"/>
    <w:rPr>
      <w:rFonts w:cs="Times New Roman"/>
      <w:vertAlign w:val="superscript"/>
    </w:rPr>
  </w:style>
  <w:style w:type="paragraph" w:customStyle="1" w:styleId="Prrafodelista1">
    <w:name w:val="Párrafo de lista1"/>
    <w:basedOn w:val="Normal"/>
    <w:rsid w:val="00BA756D"/>
    <w:pPr>
      <w:spacing w:after="240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customStyle="1" w:styleId="virginia">
    <w:name w:val="virginia"/>
    <w:basedOn w:val="Normal"/>
    <w:rsid w:val="008205CC"/>
    <w:pPr>
      <w:tabs>
        <w:tab w:val="right" w:pos="10206"/>
      </w:tabs>
      <w:jc w:val="both"/>
    </w:pPr>
    <w:rPr>
      <w:iCs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gtmgs\Datos%20de%20programa\Microsoft\Plantillas\Oficio%20Secretari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Oficio Secretario.dot</Template>
  <TotalTime>0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</vt:lpstr>
    </vt:vector>
  </TitlesOfParts>
  <Company>IGSAP</Company>
  <LinksUpToDate>false</LinksUpToDate>
  <CharactersWithSpaces>1573</CharactersWithSpaces>
  <SharedDoc>false</SharedDoc>
  <HLinks>
    <vt:vector size="12" baseType="variant">
      <vt:variant>
        <vt:i4>2293862</vt:i4>
      </vt:variant>
      <vt:variant>
        <vt:i4>0</vt:i4>
      </vt:variant>
      <vt:variant>
        <vt:i4>0</vt:i4>
      </vt:variant>
      <vt:variant>
        <vt:i4>5</vt:i4>
      </vt:variant>
      <vt:variant>
        <vt:lpwstr>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</vt:lpwstr>
      </vt:variant>
      <vt:variant>
        <vt:lpwstr/>
      </vt:variant>
      <vt:variant>
        <vt:i4>2293862</vt:i4>
      </vt:variant>
      <vt:variant>
        <vt:i4>3940</vt:i4>
      </vt:variant>
      <vt:variant>
        <vt:i4>1025</vt:i4>
      </vt:variant>
      <vt:variant>
        <vt:i4>4</vt:i4>
      </vt:variant>
      <vt:variant>
        <vt:lpwstr>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</dc:title>
  <dc:subject/>
  <dc:creator>MTAS</dc:creator>
  <cp:keywords/>
  <cp:lastModifiedBy>x068933</cp:lastModifiedBy>
  <cp:revision>2</cp:revision>
  <cp:lastPrinted>2017-08-07T08:38:00Z</cp:lastPrinted>
  <dcterms:created xsi:type="dcterms:W3CDTF">2022-06-17T10:52:00Z</dcterms:created>
  <dcterms:modified xsi:type="dcterms:W3CDTF">2022-06-17T10:52:00Z</dcterms:modified>
</cp:coreProperties>
</file>